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</w:t>
      </w:r>
      <w:r w:rsidR="00AD2FAA">
        <w:rPr>
          <w:rFonts w:ascii="Cambria" w:hAnsi="Cambria" w:cs="Tahoma"/>
          <w:sz w:val="20"/>
          <w:szCs w:val="20"/>
        </w:rPr>
        <w:t xml:space="preserve">. </w:t>
      </w:r>
      <w:r w:rsidR="00AD2FAA">
        <w:rPr>
          <w:rFonts w:ascii="Cambria" w:hAnsi="Cambria"/>
          <w:b/>
          <w:sz w:val="20"/>
          <w:szCs w:val="20"/>
        </w:rPr>
        <w:t>„</w:t>
      </w:r>
      <w:r w:rsidR="005F767C">
        <w:rPr>
          <w:rFonts w:ascii="Cambria" w:hAnsi="Cambria"/>
          <w:b/>
          <w:sz w:val="20"/>
          <w:szCs w:val="20"/>
        </w:rPr>
        <w:t>Magazynier z obsługą kas fiskalnych, programów magazynowych, fakturowaniem i obsługą wózków jezdniowych podnośnikowych</w:t>
      </w:r>
      <w:bookmarkStart w:id="1" w:name="_GoBack"/>
      <w:bookmarkEnd w:id="1"/>
      <w:r w:rsidR="00AD2FAA" w:rsidRPr="00AD2FAA">
        <w:rPr>
          <w:rFonts w:ascii="Cambria" w:hAnsi="Cambri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F767C">
        <w:rPr>
          <w:rFonts w:ascii="Cambria" w:eastAsia="Calibri" w:hAnsi="Cambria" w:cs="Tahoma"/>
          <w:sz w:val="20"/>
          <w:szCs w:val="20"/>
        </w:rPr>
        <w:t>15</w:t>
      </w:r>
      <w:r w:rsidR="00AD2FAA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71093" w:rsidRPr="00707103" w:rsidRDefault="00071093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21" w:rsidRDefault="00E50221">
    <w:pPr>
      <w:pStyle w:val="Stopka"/>
    </w:pPr>
    <w:r>
      <w:rPr>
        <w:noProof/>
        <w:lang w:eastAsia="pl-PL"/>
      </w:rPr>
      <w:drawing>
        <wp:inline distT="0" distB="0" distL="0" distR="0" wp14:anchorId="5BFE7F35" wp14:editId="4D62EE2B">
          <wp:extent cx="5759450" cy="807720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Pr="004B709E" w:rsidRDefault="00545FE3" w:rsidP="00212518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5F767C">
      <w:rPr>
        <w:rFonts w:ascii="Cambria" w:eastAsia="Calibri" w:hAnsi="Cambria" w:cs="Tahoma"/>
        <w:b/>
        <w:bCs/>
        <w:sz w:val="20"/>
        <w:szCs w:val="20"/>
      </w:rPr>
      <w:t>6</w:t>
    </w:r>
    <w:r w:rsidR="00212518">
      <w:rPr>
        <w:rFonts w:ascii="Cambria" w:eastAsia="Calibri" w:hAnsi="Cambria" w:cs="Tahoma"/>
        <w:b/>
        <w:bCs/>
        <w:sz w:val="20"/>
        <w:szCs w:val="20"/>
      </w:rPr>
      <w:t>/2</w:t>
    </w:r>
    <w:r w:rsidR="004B709E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0D30B8"/>
    <w:rsid w:val="00124659"/>
    <w:rsid w:val="001B6981"/>
    <w:rsid w:val="00212518"/>
    <w:rsid w:val="00406B22"/>
    <w:rsid w:val="00422329"/>
    <w:rsid w:val="004B21F0"/>
    <w:rsid w:val="004B709E"/>
    <w:rsid w:val="00545FE3"/>
    <w:rsid w:val="005F767C"/>
    <w:rsid w:val="00613BD1"/>
    <w:rsid w:val="00806E03"/>
    <w:rsid w:val="008143EA"/>
    <w:rsid w:val="00961901"/>
    <w:rsid w:val="00AD2FAA"/>
    <w:rsid w:val="00B06284"/>
    <w:rsid w:val="00B556E0"/>
    <w:rsid w:val="00BA1FD9"/>
    <w:rsid w:val="00BF439E"/>
    <w:rsid w:val="00C50FA5"/>
    <w:rsid w:val="00E11A4A"/>
    <w:rsid w:val="00E50221"/>
    <w:rsid w:val="00F12AAC"/>
    <w:rsid w:val="00F2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DBAF8D85</Template>
  <TotalTime>9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10</cp:revision>
  <cp:lastPrinted>2023-08-08T10:01:00Z</cp:lastPrinted>
  <dcterms:created xsi:type="dcterms:W3CDTF">2025-03-13T10:24:00Z</dcterms:created>
  <dcterms:modified xsi:type="dcterms:W3CDTF">2025-10-07T08:11:00Z</dcterms:modified>
</cp:coreProperties>
</file>